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A2" w:rsidRDefault="00531CA2" w:rsidP="008A2C67">
      <w:pPr>
        <w:rPr>
          <w:rFonts w:ascii="宋体"/>
          <w:b/>
          <w:bCs/>
          <w:sz w:val="32"/>
          <w:szCs w:val="32"/>
        </w:rPr>
      </w:pPr>
      <w:r w:rsidRPr="00421600">
        <w:rPr>
          <w:rFonts w:ascii="宋体" w:hAnsi="宋体" w:cs="宋体" w:hint="eastAsia"/>
          <w:b/>
          <w:bCs/>
          <w:sz w:val="28"/>
          <w:szCs w:val="28"/>
        </w:rPr>
        <w:t>附件</w:t>
      </w:r>
      <w:r>
        <w:rPr>
          <w:rFonts w:ascii="宋体" w:hAnsi="宋体" w:cs="宋体"/>
          <w:b/>
          <w:bCs/>
          <w:sz w:val="28"/>
          <w:szCs w:val="28"/>
        </w:rPr>
        <w:t>2</w:t>
      </w:r>
      <w:r w:rsidRPr="00421600">
        <w:rPr>
          <w:rFonts w:ascii="宋体" w:hAnsi="宋体" w:cs="宋体" w:hint="eastAsia"/>
          <w:b/>
          <w:bCs/>
          <w:sz w:val="28"/>
          <w:szCs w:val="28"/>
        </w:rPr>
        <w:t>：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</w:p>
    <w:p w:rsidR="00531CA2" w:rsidRPr="009579F3" w:rsidRDefault="00531CA2" w:rsidP="009579F3">
      <w:pPr>
        <w:jc w:val="center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贵州检验检疫局事业单位</w:t>
      </w:r>
      <w:r w:rsidRPr="006A55DB">
        <w:rPr>
          <w:rFonts w:ascii="宋体" w:hAnsi="宋体" w:cs="宋体" w:hint="eastAsia"/>
          <w:b/>
          <w:bCs/>
          <w:sz w:val="32"/>
          <w:szCs w:val="32"/>
        </w:rPr>
        <w:t>公开招聘</w:t>
      </w:r>
      <w:r>
        <w:rPr>
          <w:rFonts w:ascii="宋体" w:hAnsi="宋体" w:cs="宋体" w:hint="eastAsia"/>
          <w:b/>
          <w:bCs/>
          <w:sz w:val="32"/>
          <w:szCs w:val="32"/>
        </w:rPr>
        <w:t>人员</w:t>
      </w:r>
      <w:r w:rsidRPr="006A55DB">
        <w:rPr>
          <w:rFonts w:ascii="宋体" w:hAnsi="宋体" w:cs="宋体" w:hint="eastAsia"/>
          <w:b/>
          <w:bCs/>
          <w:sz w:val="32"/>
          <w:szCs w:val="32"/>
        </w:rPr>
        <w:t>报名表</w:t>
      </w:r>
    </w:p>
    <w:p w:rsidR="00531CA2" w:rsidRPr="00760722" w:rsidRDefault="00531CA2" w:rsidP="008A2C67">
      <w:pPr>
        <w:wordWrap w:val="0"/>
        <w:jc w:val="right"/>
        <w:rPr>
          <w:rFonts w:ascii="宋体"/>
          <w:sz w:val="28"/>
          <w:szCs w:val="28"/>
        </w:rPr>
      </w:pPr>
      <w:r w:rsidRPr="00760722">
        <w:rPr>
          <w:rFonts w:ascii="宋体" w:hAnsi="宋体" w:cs="宋体" w:hint="eastAsia"/>
          <w:sz w:val="28"/>
          <w:szCs w:val="28"/>
        </w:rPr>
        <w:t>报名序号：</w:t>
      </w:r>
      <w:r w:rsidRPr="00760722">
        <w:rPr>
          <w:rFonts w:ascii="宋体" w:hAnsi="宋体" w:cs="宋体"/>
          <w:sz w:val="28"/>
          <w:szCs w:val="28"/>
        </w:rPr>
        <w:t xml:space="preserve">     </w:t>
      </w:r>
    </w:p>
    <w:tbl>
      <w:tblPr>
        <w:tblW w:w="9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1"/>
        <w:gridCol w:w="341"/>
        <w:gridCol w:w="342"/>
        <w:gridCol w:w="18"/>
        <w:gridCol w:w="323"/>
        <w:gridCol w:w="342"/>
        <w:gridCol w:w="74"/>
        <w:gridCol w:w="267"/>
        <w:gridCol w:w="36"/>
        <w:gridCol w:w="116"/>
        <w:gridCol w:w="190"/>
        <w:gridCol w:w="341"/>
        <w:gridCol w:w="342"/>
        <w:gridCol w:w="24"/>
        <w:gridCol w:w="318"/>
        <w:gridCol w:w="136"/>
        <w:gridCol w:w="205"/>
        <w:gridCol w:w="342"/>
        <w:gridCol w:w="135"/>
        <w:gridCol w:w="206"/>
        <w:gridCol w:w="342"/>
        <w:gridCol w:w="314"/>
        <w:gridCol w:w="27"/>
        <w:gridCol w:w="342"/>
        <w:gridCol w:w="341"/>
        <w:gridCol w:w="342"/>
        <w:gridCol w:w="342"/>
        <w:gridCol w:w="536"/>
        <w:gridCol w:w="1309"/>
      </w:tblGrid>
      <w:tr w:rsidR="00531CA2">
        <w:trPr>
          <w:cantSplit/>
          <w:trHeight w:hRule="exact" w:val="635"/>
          <w:jc w:val="center"/>
        </w:trPr>
        <w:tc>
          <w:tcPr>
            <w:tcW w:w="1381" w:type="dxa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210" w:type="dxa"/>
            <w:gridSpan w:val="15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gridSpan w:val="6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394" w:type="dxa"/>
            <w:gridSpan w:val="5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Merge w:val="restart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（贴照片处）</w:t>
            </w:r>
          </w:p>
        </w:tc>
      </w:tr>
      <w:tr w:rsidR="00531CA2">
        <w:trPr>
          <w:cantSplit/>
          <w:trHeight w:hRule="exact" w:val="777"/>
          <w:jc w:val="center"/>
        </w:trPr>
        <w:tc>
          <w:tcPr>
            <w:tcW w:w="1381" w:type="dxa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701" w:type="dxa"/>
            <w:gridSpan w:val="3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158" w:type="dxa"/>
            <w:gridSpan w:val="6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出生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</w:t>
            </w: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351" w:type="dxa"/>
            <w:gridSpan w:val="6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gridSpan w:val="6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394" w:type="dxa"/>
            <w:gridSpan w:val="5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Merge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531CA2">
        <w:trPr>
          <w:cantSplit/>
          <w:trHeight w:hRule="exact" w:val="622"/>
          <w:jc w:val="center"/>
        </w:trPr>
        <w:tc>
          <w:tcPr>
            <w:tcW w:w="1381" w:type="dxa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41" w:type="dxa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2" w:type="dxa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gridSpan w:val="2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2" w:type="dxa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gridSpan w:val="2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2" w:type="dxa"/>
            <w:gridSpan w:val="3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2" w:type="dxa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2" w:type="dxa"/>
            <w:gridSpan w:val="2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gridSpan w:val="2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2" w:type="dxa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gridSpan w:val="2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2" w:type="dxa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gridSpan w:val="2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2" w:type="dxa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2" w:type="dxa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342" w:type="dxa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Merge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531CA2">
        <w:trPr>
          <w:cantSplit/>
          <w:trHeight w:hRule="exact" w:val="639"/>
          <w:jc w:val="center"/>
        </w:trPr>
        <w:tc>
          <w:tcPr>
            <w:tcW w:w="1381" w:type="dxa"/>
            <w:vAlign w:val="center"/>
          </w:tcPr>
          <w:p w:rsidR="00531CA2" w:rsidRPr="004717A6" w:rsidRDefault="00531CA2" w:rsidP="00BD5856">
            <w:pPr>
              <w:widowControl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报考单位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及岗位</w:t>
            </w:r>
          </w:p>
        </w:tc>
        <w:tc>
          <w:tcPr>
            <w:tcW w:w="6148" w:type="dxa"/>
            <w:gridSpan w:val="26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Merge/>
            <w:vAlign w:val="center"/>
          </w:tcPr>
          <w:p w:rsidR="00531CA2" w:rsidRPr="004717A6" w:rsidRDefault="00531CA2" w:rsidP="00BD5856">
            <w:pPr>
              <w:spacing w:line="340" w:lineRule="exact"/>
              <w:ind w:left="12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531CA2">
        <w:trPr>
          <w:cantSplit/>
          <w:trHeight w:hRule="exact" w:val="817"/>
          <w:jc w:val="center"/>
        </w:trPr>
        <w:tc>
          <w:tcPr>
            <w:tcW w:w="1381" w:type="dxa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最高</w:t>
            </w: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学历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和学位</w:t>
            </w:r>
          </w:p>
        </w:tc>
        <w:tc>
          <w:tcPr>
            <w:tcW w:w="1440" w:type="dxa"/>
            <w:gridSpan w:val="6"/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gridSpan w:val="7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毕业专业</w:t>
            </w:r>
          </w:p>
        </w:tc>
        <w:tc>
          <w:tcPr>
            <w:tcW w:w="1136" w:type="dxa"/>
            <w:gridSpan w:val="5"/>
            <w:tcBorders>
              <w:left w:val="single" w:sz="8" w:space="0" w:color="auto"/>
            </w:tcBorders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gridSpan w:val="8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845" w:type="dxa"/>
            <w:gridSpan w:val="2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531CA2">
        <w:trPr>
          <w:cantSplit/>
          <w:trHeight w:hRule="exact" w:val="567"/>
          <w:jc w:val="center"/>
        </w:trPr>
        <w:tc>
          <w:tcPr>
            <w:tcW w:w="1381" w:type="dxa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892" w:type="dxa"/>
            <w:gridSpan w:val="18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gridSpan w:val="8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培养方式</w:t>
            </w:r>
          </w:p>
        </w:tc>
        <w:tc>
          <w:tcPr>
            <w:tcW w:w="1845" w:type="dxa"/>
            <w:gridSpan w:val="2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531CA2">
        <w:trPr>
          <w:cantSplit/>
          <w:trHeight w:hRule="exact" w:val="567"/>
          <w:jc w:val="center"/>
        </w:trPr>
        <w:tc>
          <w:tcPr>
            <w:tcW w:w="1381" w:type="dxa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技术职称</w:t>
            </w:r>
          </w:p>
        </w:tc>
        <w:tc>
          <w:tcPr>
            <w:tcW w:w="3892" w:type="dxa"/>
            <w:gridSpan w:val="18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gridSpan w:val="8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技术职称</w:t>
            </w: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845" w:type="dxa"/>
            <w:gridSpan w:val="2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531CA2">
        <w:trPr>
          <w:cantSplit/>
          <w:trHeight w:hRule="exact" w:val="670"/>
          <w:jc w:val="center"/>
        </w:trPr>
        <w:tc>
          <w:tcPr>
            <w:tcW w:w="1381" w:type="dxa"/>
            <w:vAlign w:val="center"/>
          </w:tcPr>
          <w:p w:rsidR="00531CA2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现</w:t>
            </w: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工作</w:t>
            </w:r>
          </w:p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3892" w:type="dxa"/>
            <w:gridSpan w:val="18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gridSpan w:val="8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1845" w:type="dxa"/>
            <w:gridSpan w:val="2"/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31CA2">
        <w:trPr>
          <w:cantSplit/>
          <w:trHeight w:hRule="exact" w:val="484"/>
          <w:jc w:val="center"/>
        </w:trPr>
        <w:tc>
          <w:tcPr>
            <w:tcW w:w="1381" w:type="dxa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892" w:type="dxa"/>
            <w:gridSpan w:val="18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gridSpan w:val="8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845" w:type="dxa"/>
            <w:gridSpan w:val="2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531CA2">
        <w:trPr>
          <w:cantSplit/>
          <w:trHeight w:hRule="exact" w:val="463"/>
          <w:jc w:val="center"/>
        </w:trPr>
        <w:tc>
          <w:tcPr>
            <w:tcW w:w="9374" w:type="dxa"/>
            <w:gridSpan w:val="29"/>
            <w:tcBorders>
              <w:top w:val="single" w:sz="8" w:space="0" w:color="auto"/>
            </w:tcBorders>
            <w:vAlign w:val="center"/>
          </w:tcPr>
          <w:p w:rsidR="00531CA2" w:rsidRPr="004A130B" w:rsidRDefault="00531CA2" w:rsidP="00BD5856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4A130B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本人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学习和工作</w:t>
            </w:r>
            <w:r w:rsidRPr="004A130B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简历</w:t>
            </w:r>
          </w:p>
        </w:tc>
      </w:tr>
      <w:tr w:rsidR="00531CA2">
        <w:trPr>
          <w:cantSplit/>
          <w:trHeight w:hRule="exact" w:val="458"/>
          <w:jc w:val="center"/>
        </w:trPr>
        <w:tc>
          <w:tcPr>
            <w:tcW w:w="3124" w:type="dxa"/>
            <w:gridSpan w:val="9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 w:rsidRPr="004717A6">
              <w:rPr>
                <w:rFonts w:hint="eastAsia"/>
                <w:sz w:val="24"/>
                <w:szCs w:val="24"/>
              </w:rPr>
              <w:t>起止</w:t>
            </w:r>
            <w:r>
              <w:rPr>
                <w:rFonts w:hint="eastAsia"/>
                <w:sz w:val="24"/>
                <w:szCs w:val="24"/>
              </w:rPr>
              <w:t>年月</w:t>
            </w:r>
          </w:p>
        </w:tc>
        <w:tc>
          <w:tcPr>
            <w:tcW w:w="4941" w:type="dxa"/>
            <w:gridSpan w:val="19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单位及职务</w:t>
            </w:r>
          </w:p>
        </w:tc>
        <w:tc>
          <w:tcPr>
            <w:tcW w:w="1309" w:type="dxa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证明人</w:t>
            </w:r>
          </w:p>
        </w:tc>
      </w:tr>
      <w:tr w:rsidR="00531CA2">
        <w:trPr>
          <w:cantSplit/>
          <w:trHeight w:hRule="exact" w:val="451"/>
          <w:jc w:val="center"/>
        </w:trPr>
        <w:tc>
          <w:tcPr>
            <w:tcW w:w="3124" w:type="dxa"/>
            <w:gridSpan w:val="9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19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531CA2">
            <w:pPr>
              <w:pStyle w:val="PlainText"/>
              <w:snapToGrid w:val="0"/>
              <w:spacing w:line="380" w:lineRule="exact"/>
              <w:ind w:leftChars="-1" w:left="31680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531CA2">
        <w:trPr>
          <w:cantSplit/>
          <w:trHeight w:hRule="exact" w:val="451"/>
          <w:jc w:val="center"/>
        </w:trPr>
        <w:tc>
          <w:tcPr>
            <w:tcW w:w="3124" w:type="dxa"/>
            <w:gridSpan w:val="9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19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531CA2">
        <w:trPr>
          <w:cantSplit/>
          <w:trHeight w:hRule="exact" w:val="451"/>
          <w:jc w:val="center"/>
        </w:trPr>
        <w:tc>
          <w:tcPr>
            <w:tcW w:w="3124" w:type="dxa"/>
            <w:gridSpan w:val="9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19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531CA2">
        <w:trPr>
          <w:cantSplit/>
          <w:trHeight w:hRule="exact" w:val="451"/>
          <w:jc w:val="center"/>
        </w:trPr>
        <w:tc>
          <w:tcPr>
            <w:tcW w:w="3124" w:type="dxa"/>
            <w:gridSpan w:val="9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19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531CA2">
        <w:trPr>
          <w:cantSplit/>
          <w:trHeight w:hRule="exact" w:val="451"/>
          <w:jc w:val="center"/>
        </w:trPr>
        <w:tc>
          <w:tcPr>
            <w:tcW w:w="3124" w:type="dxa"/>
            <w:gridSpan w:val="9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19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531CA2">
        <w:trPr>
          <w:cantSplit/>
          <w:trHeight w:hRule="exact" w:val="451"/>
          <w:jc w:val="center"/>
        </w:trPr>
        <w:tc>
          <w:tcPr>
            <w:tcW w:w="3124" w:type="dxa"/>
            <w:gridSpan w:val="9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19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8" w:space="0" w:color="auto"/>
            </w:tcBorders>
            <w:vAlign w:val="center"/>
          </w:tcPr>
          <w:p w:rsidR="00531CA2" w:rsidRPr="004717A6" w:rsidRDefault="00531CA2" w:rsidP="00BD5856">
            <w:pPr>
              <w:pStyle w:val="PlainText"/>
              <w:snapToGrid w:val="0"/>
              <w:spacing w:line="38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 w:rsidR="00531CA2">
        <w:trPr>
          <w:cantSplit/>
          <w:trHeight w:hRule="exact" w:val="1545"/>
          <w:jc w:val="center"/>
        </w:trPr>
        <w:tc>
          <w:tcPr>
            <w:tcW w:w="9374" w:type="dxa"/>
            <w:gridSpan w:val="29"/>
            <w:tcBorders>
              <w:top w:val="single" w:sz="8" w:space="0" w:color="auto"/>
            </w:tcBorders>
            <w:vAlign w:val="center"/>
          </w:tcPr>
          <w:p w:rsidR="00531CA2" w:rsidRDefault="00531CA2" w:rsidP="00531CA2">
            <w:pPr>
              <w:spacing w:line="280" w:lineRule="exact"/>
              <w:ind w:left="31680" w:hangingChars="2171" w:firstLine="31680"/>
              <w:rPr>
                <w:rFonts w:ascii="宋体"/>
                <w:b/>
                <w:bCs/>
                <w:sz w:val="24"/>
                <w:szCs w:val="24"/>
              </w:rPr>
            </w:pPr>
            <w:r w:rsidRPr="004A13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承诺：以上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所填</w:t>
            </w:r>
            <w:r w:rsidRPr="004A13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内容全部属实，如果有不实，本人愿承担全部责任。</w:t>
            </w:r>
          </w:p>
          <w:p w:rsidR="00531CA2" w:rsidRDefault="00531CA2" w:rsidP="00531CA2">
            <w:pPr>
              <w:spacing w:line="280" w:lineRule="exact"/>
              <w:ind w:left="31680" w:hangingChars="2171" w:firstLine="31680"/>
              <w:rPr>
                <w:rFonts w:ascii="宋体"/>
                <w:sz w:val="24"/>
                <w:szCs w:val="24"/>
              </w:rPr>
            </w:pPr>
          </w:p>
          <w:p w:rsidR="00531CA2" w:rsidRDefault="00531CA2" w:rsidP="00531CA2">
            <w:pPr>
              <w:spacing w:line="280" w:lineRule="exact"/>
              <w:ind w:left="31680" w:hangingChars="2171" w:firstLine="31680"/>
              <w:rPr>
                <w:rFonts w:ascii="宋体"/>
                <w:sz w:val="24"/>
                <w:szCs w:val="24"/>
              </w:rPr>
            </w:pPr>
          </w:p>
          <w:p w:rsidR="00531CA2" w:rsidRPr="008A2C67" w:rsidRDefault="00531CA2" w:rsidP="00531CA2">
            <w:pPr>
              <w:spacing w:line="280" w:lineRule="exact"/>
              <w:ind w:left="31680" w:hangingChars="2171" w:firstLine="31680"/>
              <w:rPr>
                <w:rFonts w:ascii="宋体"/>
                <w:sz w:val="24"/>
                <w:szCs w:val="24"/>
              </w:rPr>
            </w:pPr>
          </w:p>
          <w:p w:rsidR="00531CA2" w:rsidRPr="004717A6" w:rsidRDefault="00531CA2" w:rsidP="00531CA2">
            <w:pPr>
              <w:spacing w:line="280" w:lineRule="exact"/>
              <w:ind w:leftChars="920" w:left="31680" w:hangingChars="1363" w:firstLine="31680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楷体_GB2312" w:eastAsia="楷体_GB2312" w:cs="楷体_GB2312"/>
              </w:rPr>
              <w:t xml:space="preserve">                        </w:t>
            </w:r>
            <w:r w:rsidRPr="004717A6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本人签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名</w:t>
            </w:r>
            <w:r w:rsidRPr="004717A6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：</w:t>
            </w:r>
            <w:r w:rsidRPr="004717A6"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717A6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年</w:t>
            </w:r>
            <w:r w:rsidRPr="004717A6"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4717A6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月</w:t>
            </w:r>
            <w:r w:rsidRPr="004717A6"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4717A6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日</w:t>
            </w:r>
          </w:p>
        </w:tc>
      </w:tr>
      <w:tr w:rsidR="00531CA2">
        <w:trPr>
          <w:cantSplit/>
          <w:trHeight w:val="1355"/>
          <w:jc w:val="center"/>
        </w:trPr>
        <w:tc>
          <w:tcPr>
            <w:tcW w:w="9374" w:type="dxa"/>
            <w:gridSpan w:val="29"/>
            <w:tcBorders>
              <w:top w:val="single" w:sz="18" w:space="0" w:color="auto"/>
            </w:tcBorders>
            <w:vAlign w:val="center"/>
          </w:tcPr>
          <w:p w:rsidR="00531CA2" w:rsidRPr="004717A6" w:rsidRDefault="00531CA2" w:rsidP="00BD5856">
            <w:pPr>
              <w:spacing w:line="340" w:lineRule="exact"/>
              <w:rPr>
                <w:rFonts w:ascii="宋体"/>
                <w:color w:val="000000"/>
                <w:sz w:val="24"/>
                <w:szCs w:val="24"/>
              </w:rPr>
            </w:pPr>
            <w:r w:rsidRPr="004A130B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人事部门审查意见：</w:t>
            </w:r>
          </w:p>
          <w:p w:rsidR="00531CA2" w:rsidRDefault="00531CA2" w:rsidP="00BD5856">
            <w:pPr>
              <w:tabs>
                <w:tab w:val="left" w:pos="1650"/>
              </w:tabs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  <w:p w:rsidR="00531CA2" w:rsidRPr="004717A6" w:rsidRDefault="00531CA2" w:rsidP="00BD5856">
            <w:pPr>
              <w:tabs>
                <w:tab w:val="left" w:pos="1650"/>
              </w:tabs>
              <w:spacing w:line="34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                            </w:t>
            </w:r>
            <w:r w:rsidRPr="004717A6">
              <w:rPr>
                <w:rFonts w:ascii="宋体" w:hAnsi="宋体" w:cs="宋体" w:hint="eastAsia"/>
                <w:color w:val="000000"/>
                <w:sz w:val="24"/>
                <w:szCs w:val="24"/>
              </w:rPr>
              <w:t>印章</w:t>
            </w:r>
          </w:p>
          <w:p w:rsidR="00531CA2" w:rsidRPr="004A130B" w:rsidRDefault="00531CA2" w:rsidP="00BD5856">
            <w:pPr>
              <w:widowControl/>
              <w:spacing w:line="340" w:lineRule="exact"/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                                 </w:t>
            </w:r>
            <w:r w:rsidRPr="004A130B"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  <w:t xml:space="preserve">                 </w:t>
            </w:r>
            <w:r w:rsidRPr="004A130B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年　　月　　日</w:t>
            </w:r>
          </w:p>
        </w:tc>
      </w:tr>
    </w:tbl>
    <w:p w:rsidR="00531CA2" w:rsidRDefault="00531CA2"/>
    <w:sectPr w:rsidR="00531CA2" w:rsidSect="00476AA8">
      <w:pgSz w:w="11906" w:h="16838"/>
      <w:pgMar w:top="1246" w:right="1800" w:bottom="77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CA2" w:rsidRDefault="00531CA2" w:rsidP="008A2C67">
      <w:r>
        <w:separator/>
      </w:r>
    </w:p>
  </w:endnote>
  <w:endnote w:type="continuationSeparator" w:id="1">
    <w:p w:rsidR="00531CA2" w:rsidRDefault="00531CA2" w:rsidP="008A2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CA2" w:rsidRDefault="00531CA2" w:rsidP="008A2C67">
      <w:r>
        <w:separator/>
      </w:r>
    </w:p>
  </w:footnote>
  <w:footnote w:type="continuationSeparator" w:id="1">
    <w:p w:rsidR="00531CA2" w:rsidRDefault="00531CA2" w:rsidP="008A2C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2C67"/>
    <w:rsid w:val="00036DD3"/>
    <w:rsid w:val="000A3298"/>
    <w:rsid w:val="000C31AA"/>
    <w:rsid w:val="000C3E22"/>
    <w:rsid w:val="00110B9C"/>
    <w:rsid w:val="00165CF9"/>
    <w:rsid w:val="00174D79"/>
    <w:rsid w:val="001B142D"/>
    <w:rsid w:val="001C15AA"/>
    <w:rsid w:val="00256764"/>
    <w:rsid w:val="002B283F"/>
    <w:rsid w:val="002B343D"/>
    <w:rsid w:val="00324B4B"/>
    <w:rsid w:val="003B2025"/>
    <w:rsid w:val="003C3C2E"/>
    <w:rsid w:val="004044E8"/>
    <w:rsid w:val="00404DCC"/>
    <w:rsid w:val="00421600"/>
    <w:rsid w:val="00460DC1"/>
    <w:rsid w:val="004717A6"/>
    <w:rsid w:val="00476AA8"/>
    <w:rsid w:val="004A130B"/>
    <w:rsid w:val="004A564C"/>
    <w:rsid w:val="00531CA2"/>
    <w:rsid w:val="005A65E5"/>
    <w:rsid w:val="00622B7E"/>
    <w:rsid w:val="00645A87"/>
    <w:rsid w:val="00656344"/>
    <w:rsid w:val="006A55DB"/>
    <w:rsid w:val="006F42EC"/>
    <w:rsid w:val="007126A9"/>
    <w:rsid w:val="00760722"/>
    <w:rsid w:val="00780582"/>
    <w:rsid w:val="007B112B"/>
    <w:rsid w:val="007B7BD8"/>
    <w:rsid w:val="007D46B9"/>
    <w:rsid w:val="007F3B9A"/>
    <w:rsid w:val="00897438"/>
    <w:rsid w:val="008A2C67"/>
    <w:rsid w:val="008C25EF"/>
    <w:rsid w:val="0092198C"/>
    <w:rsid w:val="009244B8"/>
    <w:rsid w:val="009244D8"/>
    <w:rsid w:val="009579F3"/>
    <w:rsid w:val="00982393"/>
    <w:rsid w:val="009A4C02"/>
    <w:rsid w:val="00A05968"/>
    <w:rsid w:val="00A117A7"/>
    <w:rsid w:val="00A308C3"/>
    <w:rsid w:val="00A314F7"/>
    <w:rsid w:val="00AA76AF"/>
    <w:rsid w:val="00AC6D9C"/>
    <w:rsid w:val="00B01E18"/>
    <w:rsid w:val="00B22DA5"/>
    <w:rsid w:val="00B505F4"/>
    <w:rsid w:val="00B50FDE"/>
    <w:rsid w:val="00BB6C1E"/>
    <w:rsid w:val="00BD5856"/>
    <w:rsid w:val="00C02DA2"/>
    <w:rsid w:val="00C11BF4"/>
    <w:rsid w:val="00C9561F"/>
    <w:rsid w:val="00CF70FE"/>
    <w:rsid w:val="00D14D00"/>
    <w:rsid w:val="00D20A6B"/>
    <w:rsid w:val="00D63996"/>
    <w:rsid w:val="00DA7013"/>
    <w:rsid w:val="00DB6E8D"/>
    <w:rsid w:val="00E03821"/>
    <w:rsid w:val="00E4051E"/>
    <w:rsid w:val="00ED2065"/>
    <w:rsid w:val="00F7114C"/>
    <w:rsid w:val="00FB06F1"/>
    <w:rsid w:val="00FB18B6"/>
    <w:rsid w:val="00FB3868"/>
    <w:rsid w:val="00FC3DC9"/>
    <w:rsid w:val="00FF3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C67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A2C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A2C67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A2C67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2C67"/>
    <w:rPr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8A2C67"/>
    <w:rPr>
      <w:rFonts w:ascii="宋体" w:hAnsi="Courier New" w:cs="宋体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A2C67"/>
    <w:rPr>
      <w:rFonts w:ascii="宋体" w:eastAsia="宋体" w:hAnsi="Courier New" w:cs="宋体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65</Words>
  <Characters>376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徐应奎</dc:creator>
  <cp:keywords/>
  <dc:description/>
  <cp:lastModifiedBy>黄勇</cp:lastModifiedBy>
  <cp:revision>26</cp:revision>
  <cp:lastPrinted>2015-03-31T01:42:00Z</cp:lastPrinted>
  <dcterms:created xsi:type="dcterms:W3CDTF">2014-11-23T09:17:00Z</dcterms:created>
  <dcterms:modified xsi:type="dcterms:W3CDTF">2015-03-31T01:42:00Z</dcterms:modified>
</cp:coreProperties>
</file>